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710" w:rsidRDefault="00062710">
      <w:pPr>
        <w:rPr>
          <w:sz w:val="2"/>
          <w:szCs w:val="2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2.35pt;margin-top:.05pt;width:57.3pt;height:50.35pt;z-index:251658240;mso-wrap-distance-left:0;mso-wrap-distance-right:0;mso-position-horizontal-relative:margin" o:allowincell="f">
            <v:imagedata r:id="rId6" r:href="rId7" croptop="13071f" cropbottom="15953f" cropleft="16461f" cropright="17452f" gain="297891f" blacklevel="-11796f"/>
            <w10:wrap anchorx="margin"/>
          </v:shape>
        </w:pict>
      </w:r>
    </w:p>
    <w:sectPr w:rsidR="00062710" w:rsidSect="00DF063B">
      <w:type w:val="continuous"/>
      <w:pgSz w:w="11909" w:h="16834"/>
      <w:pgMar w:top="1488" w:right="2095" w:bottom="768" w:left="569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710" w:rsidRDefault="00062710" w:rsidP="00DF063B">
      <w:r>
        <w:separator/>
      </w:r>
    </w:p>
  </w:endnote>
  <w:endnote w:type="continuationSeparator" w:id="1">
    <w:p w:rsidR="00062710" w:rsidRDefault="00062710" w:rsidP="00DF06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710" w:rsidRDefault="00062710"/>
  </w:footnote>
  <w:footnote w:type="continuationSeparator" w:id="1">
    <w:p w:rsidR="00062710" w:rsidRDefault="00062710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5"/>
  <w:embedSystemFonts/>
  <w:defaultTabStop w:val="708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063B"/>
    <w:rsid w:val="000033F3"/>
    <w:rsid w:val="00062710"/>
    <w:rsid w:val="00071A63"/>
    <w:rsid w:val="0042607F"/>
    <w:rsid w:val="00B2720F"/>
    <w:rsid w:val="00DF063B"/>
    <w:rsid w:val="00EC418E"/>
    <w:rsid w:val="00FC4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63B"/>
    <w:rPr>
      <w:color w:val="000000"/>
      <w:sz w:val="24"/>
      <w:szCs w:val="24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F063B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file:///C:\DOCUME~1\User\LOCALS~1\Temp\FineReader10\media\image2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0</Words>
  <Characters>1</Characters>
  <Application>Microsoft Office Outlook</Application>
  <DocSecurity>0</DocSecurity>
  <Lines>0</Lines>
  <Paragraphs>0</Paragraphs>
  <ScaleCrop>false</ScaleCrop>
  <Company>Melkosoft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Admin</cp:lastModifiedBy>
  <cp:revision>2</cp:revision>
  <dcterms:created xsi:type="dcterms:W3CDTF">2012-06-12T08:45:00Z</dcterms:created>
  <dcterms:modified xsi:type="dcterms:W3CDTF">2012-06-12T13:24:00Z</dcterms:modified>
</cp:coreProperties>
</file>